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C86AE8" w:rsidP="003420EA">
      <w:pPr>
        <w:ind w:left="284"/>
        <w:jc w:val="both"/>
        <w:rPr>
          <w:bCs w:val="0"/>
          <w:sz w:val="24"/>
          <w:szCs w:val="24"/>
        </w:rPr>
      </w:pPr>
      <w:r>
        <w:rPr>
          <w:bCs w:val="0"/>
          <w:sz w:val="24"/>
          <w:szCs w:val="24"/>
        </w:rPr>
        <w:t>2</w:t>
      </w:r>
      <w:r w:rsidR="001B3031">
        <w:rPr>
          <w:bCs w:val="0"/>
          <w:sz w:val="24"/>
          <w:szCs w:val="24"/>
        </w:rPr>
        <w:t>1</w:t>
      </w:r>
      <w:r w:rsidR="003420EA" w:rsidRPr="003420EA">
        <w:rPr>
          <w:bCs w:val="0"/>
          <w:sz w:val="24"/>
          <w:szCs w:val="24"/>
        </w:rPr>
        <w:t>.</w:t>
      </w:r>
      <w:r w:rsidR="003C4CC0">
        <w:rPr>
          <w:bCs w:val="0"/>
          <w:sz w:val="24"/>
          <w:szCs w:val="24"/>
        </w:rPr>
        <w:t>0</w:t>
      </w:r>
      <w:r>
        <w:rPr>
          <w:bCs w:val="0"/>
          <w:sz w:val="24"/>
          <w:szCs w:val="24"/>
        </w:rPr>
        <w:t>9</w:t>
      </w:r>
      <w:r w:rsidR="003420EA" w:rsidRPr="003420EA">
        <w:rPr>
          <w:bCs w:val="0"/>
          <w:sz w:val="24"/>
          <w:szCs w:val="24"/>
        </w:rPr>
        <w:t>.202</w:t>
      </w:r>
      <w:r w:rsidR="003C4CC0">
        <w:rPr>
          <w:bCs w:val="0"/>
          <w:sz w:val="24"/>
          <w:szCs w:val="24"/>
        </w:rPr>
        <w:t>1</w:t>
      </w:r>
      <w:r w:rsidR="003420EA" w:rsidRPr="003420EA">
        <w:rPr>
          <w:bCs w:val="0"/>
          <w:sz w:val="24"/>
          <w:szCs w:val="24"/>
        </w:rPr>
        <w:t xml:space="preserve">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DA4C38" w:rsidRPr="00DA4C38">
        <w:rPr>
          <w:lang w:eastAsia="x-none"/>
        </w:rPr>
        <w:t>«О внесении изменений в статью 10 Закона Новосибирской области «О мировых судьях Новосибирской области»</w:t>
      </w:r>
      <w:bookmarkStart w:id="0" w:name="_GoBack"/>
      <w:bookmarkEnd w:id="0"/>
      <w:r w:rsidR="000B48FD">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1845E5" w:rsidRPr="001845E5">
        <w:rPr>
          <w:bCs w:val="0"/>
          <w:szCs w:val="20"/>
        </w:rPr>
        <w:t>Смышляев Евгени</w:t>
      </w:r>
      <w:r w:rsidR="00C5729B">
        <w:rPr>
          <w:bCs w:val="0"/>
          <w:szCs w:val="20"/>
        </w:rPr>
        <w:t>й</w:t>
      </w:r>
      <w:r w:rsidR="001845E5" w:rsidRPr="001845E5">
        <w:rPr>
          <w:bCs w:val="0"/>
          <w:szCs w:val="20"/>
        </w:rPr>
        <w:t xml:space="preserve"> Валерьевич</w:t>
      </w:r>
      <w:r w:rsidRPr="00D81355">
        <w:rPr>
          <w:bCs w:val="0"/>
          <w:szCs w:val="20"/>
        </w:rPr>
        <w:t>.</w:t>
      </w:r>
    </w:p>
    <w:p w:rsidR="00A5310B" w:rsidRDefault="00A5310B" w:rsidP="00D81355">
      <w:pPr>
        <w:ind w:firstLine="709"/>
        <w:jc w:val="both"/>
        <w:rPr>
          <w:bCs w:val="0"/>
          <w:szCs w:val="20"/>
        </w:rPr>
      </w:pP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760D7C">
      <w:pPr>
        <w:numPr>
          <w:ilvl w:val="0"/>
          <w:numId w:val="6"/>
        </w:numPr>
        <w:tabs>
          <w:tab w:val="clear" w:pos="1818"/>
        </w:tabs>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w:t>
      </w:r>
      <w:r w:rsidR="003366D9">
        <w:rPr>
          <w:bCs w:val="0"/>
          <w:szCs w:val="20"/>
        </w:rPr>
        <w:t>1</w:t>
      </w:r>
      <w:r w:rsidRPr="00D81355">
        <w:rPr>
          <w:bCs w:val="0"/>
          <w:szCs w:val="20"/>
        </w:rPr>
        <w:t xml:space="preserve">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tabs>
          <w:tab w:val="num" w:pos="142"/>
        </w:tabs>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3D3779" w:rsidRPr="009B7EEE" w:rsidRDefault="00D81355" w:rsidP="001533CB">
      <w:pPr>
        <w:ind w:left="1276" w:right="-341" w:hanging="567"/>
        <w:jc w:val="both"/>
        <w:rPr>
          <w:lang w:eastAsia="x-none"/>
        </w:rPr>
      </w:pPr>
      <w:r w:rsidRPr="00D81355">
        <w:rPr>
          <w:bCs w:val="0"/>
          <w:szCs w:val="20"/>
        </w:rPr>
        <w:t xml:space="preserve">5.   </w:t>
      </w:r>
      <w:r w:rsidR="001B3031">
        <w:rPr>
          <w:bCs w:val="0"/>
          <w:szCs w:val="20"/>
        </w:rPr>
        <w:t xml:space="preserve"> </w:t>
      </w:r>
      <w:r w:rsidRPr="00D81355">
        <w:rPr>
          <w:bCs w:val="0"/>
          <w:szCs w:val="20"/>
        </w:rPr>
        <w:t xml:space="preserve">Решение комитета  - на </w:t>
      </w:r>
      <w:r w:rsidR="00A4733D">
        <w:rPr>
          <w:bCs w:val="0"/>
          <w:szCs w:val="20"/>
        </w:rPr>
        <w:t>_</w:t>
      </w:r>
      <w:r w:rsidRPr="00D81355">
        <w:rPr>
          <w:bCs w:val="0"/>
          <w:szCs w:val="20"/>
        </w:rPr>
        <w:t xml:space="preserve"> л. в 1 экз.</w:t>
      </w:r>
    </w:p>
    <w:p w:rsidR="001533CB" w:rsidRPr="001533CB" w:rsidRDefault="001533CB" w:rsidP="001533CB">
      <w:pPr>
        <w:suppressAutoHyphens/>
        <w:jc w:val="both"/>
        <w:rPr>
          <w:bCs w:val="0"/>
        </w:rPr>
      </w:pPr>
    </w:p>
    <w:p w:rsidR="002E2528" w:rsidRDefault="001845E5" w:rsidP="002E2528">
      <w:pPr>
        <w:suppressAutoHyphens/>
        <w:spacing w:line="300" w:lineRule="exact"/>
      </w:pPr>
      <w:r>
        <w:t>Председатель</w:t>
      </w:r>
      <w:r w:rsidR="002E2528">
        <w:t xml:space="preserve">    комитета                                                                              </w:t>
      </w:r>
      <w:r>
        <w:t>О.Н. Подойма</w:t>
      </w:r>
    </w:p>
    <w:p w:rsidR="003D3779" w:rsidRPr="00F55ABD" w:rsidRDefault="003D3779" w:rsidP="001B3031">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68E9" w:rsidRDefault="001368E9">
      <w:r>
        <w:separator/>
      </w:r>
    </w:p>
  </w:endnote>
  <w:endnote w:type="continuationSeparator" w:id="0">
    <w:p w:rsidR="001368E9" w:rsidRDefault="00136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68E9" w:rsidRDefault="001368E9">
      <w:r>
        <w:separator/>
      </w:r>
    </w:p>
  </w:footnote>
  <w:footnote w:type="continuationSeparator" w:id="0">
    <w:p w:rsidR="001368E9" w:rsidRDefault="001368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629F"/>
    <w:rsid w:val="00057BDF"/>
    <w:rsid w:val="000636AA"/>
    <w:rsid w:val="00063C46"/>
    <w:rsid w:val="000B48FD"/>
    <w:rsid w:val="000B5986"/>
    <w:rsid w:val="000C3183"/>
    <w:rsid w:val="000E741A"/>
    <w:rsid w:val="000E7574"/>
    <w:rsid w:val="000F7083"/>
    <w:rsid w:val="00105993"/>
    <w:rsid w:val="001167F5"/>
    <w:rsid w:val="001248A8"/>
    <w:rsid w:val="001316D3"/>
    <w:rsid w:val="0013618C"/>
    <w:rsid w:val="001368E9"/>
    <w:rsid w:val="00144CDA"/>
    <w:rsid w:val="001533CB"/>
    <w:rsid w:val="0015491A"/>
    <w:rsid w:val="00164DDA"/>
    <w:rsid w:val="00172DD2"/>
    <w:rsid w:val="001771A8"/>
    <w:rsid w:val="00180DBA"/>
    <w:rsid w:val="001845E5"/>
    <w:rsid w:val="001A0D3D"/>
    <w:rsid w:val="001A5E97"/>
    <w:rsid w:val="001A61A4"/>
    <w:rsid w:val="001B3031"/>
    <w:rsid w:val="001B4926"/>
    <w:rsid w:val="001C2A1B"/>
    <w:rsid w:val="001D5C94"/>
    <w:rsid w:val="001E0010"/>
    <w:rsid w:val="001E1102"/>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B6541"/>
    <w:rsid w:val="002C11E8"/>
    <w:rsid w:val="002C1E02"/>
    <w:rsid w:val="002D0D6A"/>
    <w:rsid w:val="002D0E03"/>
    <w:rsid w:val="002D635A"/>
    <w:rsid w:val="002E2528"/>
    <w:rsid w:val="002E509D"/>
    <w:rsid w:val="002F7D2C"/>
    <w:rsid w:val="003042A2"/>
    <w:rsid w:val="00312164"/>
    <w:rsid w:val="003130D9"/>
    <w:rsid w:val="00320FBD"/>
    <w:rsid w:val="00323434"/>
    <w:rsid w:val="003358C0"/>
    <w:rsid w:val="003366D9"/>
    <w:rsid w:val="003420EA"/>
    <w:rsid w:val="00342239"/>
    <w:rsid w:val="0034395F"/>
    <w:rsid w:val="00346FCB"/>
    <w:rsid w:val="003659EA"/>
    <w:rsid w:val="00365E66"/>
    <w:rsid w:val="00374B78"/>
    <w:rsid w:val="00375285"/>
    <w:rsid w:val="00382E83"/>
    <w:rsid w:val="00396288"/>
    <w:rsid w:val="003A75E8"/>
    <w:rsid w:val="003B4883"/>
    <w:rsid w:val="003C1252"/>
    <w:rsid w:val="003C4CC0"/>
    <w:rsid w:val="003D3779"/>
    <w:rsid w:val="003E57C5"/>
    <w:rsid w:val="003F6E76"/>
    <w:rsid w:val="004049BF"/>
    <w:rsid w:val="004077F6"/>
    <w:rsid w:val="00432D7B"/>
    <w:rsid w:val="00433D4C"/>
    <w:rsid w:val="00444D5A"/>
    <w:rsid w:val="0045009E"/>
    <w:rsid w:val="004609D8"/>
    <w:rsid w:val="0046398B"/>
    <w:rsid w:val="00467A51"/>
    <w:rsid w:val="00472854"/>
    <w:rsid w:val="004773C0"/>
    <w:rsid w:val="00486873"/>
    <w:rsid w:val="004970F5"/>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C2AC8"/>
    <w:rsid w:val="005D0130"/>
    <w:rsid w:val="005F4B04"/>
    <w:rsid w:val="005F5242"/>
    <w:rsid w:val="00604830"/>
    <w:rsid w:val="00604B39"/>
    <w:rsid w:val="00605DBF"/>
    <w:rsid w:val="00606BA9"/>
    <w:rsid w:val="00611856"/>
    <w:rsid w:val="00620059"/>
    <w:rsid w:val="00624E72"/>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0D7C"/>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4E10"/>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2DC7"/>
    <w:rsid w:val="009E396C"/>
    <w:rsid w:val="009F2EC2"/>
    <w:rsid w:val="009F528C"/>
    <w:rsid w:val="00A05379"/>
    <w:rsid w:val="00A24A00"/>
    <w:rsid w:val="00A40CFB"/>
    <w:rsid w:val="00A4660C"/>
    <w:rsid w:val="00A46E88"/>
    <w:rsid w:val="00A4733D"/>
    <w:rsid w:val="00A5310B"/>
    <w:rsid w:val="00A659B5"/>
    <w:rsid w:val="00A67CCF"/>
    <w:rsid w:val="00A715E1"/>
    <w:rsid w:val="00A845EB"/>
    <w:rsid w:val="00A92DE2"/>
    <w:rsid w:val="00A95CE4"/>
    <w:rsid w:val="00AA03A7"/>
    <w:rsid w:val="00AA44CE"/>
    <w:rsid w:val="00AA5A56"/>
    <w:rsid w:val="00AB6F62"/>
    <w:rsid w:val="00AC40BB"/>
    <w:rsid w:val="00AC52D8"/>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5729B"/>
    <w:rsid w:val="00C74D7E"/>
    <w:rsid w:val="00C7764D"/>
    <w:rsid w:val="00C85DC3"/>
    <w:rsid w:val="00C86AE8"/>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4C38"/>
    <w:rsid w:val="00DA7BEF"/>
    <w:rsid w:val="00DD1C9A"/>
    <w:rsid w:val="00DD202D"/>
    <w:rsid w:val="00DD3E06"/>
    <w:rsid w:val="00DE4E53"/>
    <w:rsid w:val="00DE648D"/>
    <w:rsid w:val="00DF40D9"/>
    <w:rsid w:val="00E002F9"/>
    <w:rsid w:val="00E0051F"/>
    <w:rsid w:val="00E07E57"/>
    <w:rsid w:val="00E155CA"/>
    <w:rsid w:val="00E15D1F"/>
    <w:rsid w:val="00E16188"/>
    <w:rsid w:val="00E2404E"/>
    <w:rsid w:val="00E25012"/>
    <w:rsid w:val="00E300BC"/>
    <w:rsid w:val="00E33F02"/>
    <w:rsid w:val="00E340E5"/>
    <w:rsid w:val="00E4092A"/>
    <w:rsid w:val="00E566F8"/>
    <w:rsid w:val="00E72505"/>
    <w:rsid w:val="00E75006"/>
    <w:rsid w:val="00E831A2"/>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B37EFF"/>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572077836">
      <w:bodyDiv w:val="1"/>
      <w:marLeft w:val="0"/>
      <w:marRight w:val="0"/>
      <w:marTop w:val="0"/>
      <w:marBottom w:val="0"/>
      <w:divBdr>
        <w:top w:val="none" w:sz="0" w:space="0" w:color="auto"/>
        <w:left w:val="none" w:sz="0" w:space="0" w:color="auto"/>
        <w:bottom w:val="none" w:sz="0" w:space="0" w:color="auto"/>
        <w:right w:val="none" w:sz="0" w:space="0" w:color="auto"/>
      </w:divBdr>
    </w:div>
    <w:div w:id="1840077061">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1984122017">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C1496-A4CA-41F6-AE6A-074295F2C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1</TotalTime>
  <Pages>1</Pages>
  <Words>259</Words>
  <Characters>1479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2021-09-14T08:29:00Z</cp:lastPrinted>
  <dcterms:created xsi:type="dcterms:W3CDTF">2021-09-14T08:30:00Z</dcterms:created>
  <dcterms:modified xsi:type="dcterms:W3CDTF">2021-09-14T08:30:00Z</dcterms:modified>
</cp:coreProperties>
</file>